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6E81D9D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C6451">
        <w:rPr>
          <w:rFonts w:ascii="Corbel" w:hAnsi="Corbel"/>
          <w:iCs/>
          <w:smallCaps/>
          <w:sz w:val="24"/>
          <w:szCs w:val="24"/>
        </w:rPr>
        <w:t>2020-2023</w:t>
      </w:r>
    </w:p>
    <w:p w14:paraId="6A743604" w14:textId="77D36AB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F1EA8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CF1EA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2A9E1A2" w:rsidR="0085747A" w:rsidRPr="009C54AE" w:rsidRDefault="00917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17F2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17F2A">
              <w:rPr>
                <w:rFonts w:ascii="Corbel" w:hAnsi="Corbel"/>
                <w:b w:val="0"/>
                <w:sz w:val="24"/>
                <w:szCs w:val="24"/>
              </w:rPr>
              <w:t>/I/RP/C.5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65E63" w:rsidR="0085747A" w:rsidRPr="009C54AE" w:rsidRDefault="001A0EC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0A39EE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B67A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27104F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9B5B624" w:rsidR="0085747A" w:rsidRPr="009C54AE" w:rsidRDefault="00E716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42CA05" w:rsidR="0085747A" w:rsidRPr="009C54AE" w:rsidRDefault="00EC64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860315" w14:textId="0B4A358A" w:rsidR="001A0EC8" w:rsidRDefault="00EC6451" w:rsidP="001A0EC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  <w:p w14:paraId="6B6685C9" w14:textId="68EE75AE" w:rsidR="0085747A" w:rsidRPr="009C54AE" w:rsidRDefault="00935A49" w:rsidP="000B67A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B67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B67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CCE669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43764B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81DEC3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5A7C45" w14:textId="5CE82D43" w:rsidR="00983B76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83B76">
        <w:rPr>
          <w:rFonts w:ascii="Corbel" w:hAnsi="Corbel"/>
          <w:b w:val="0"/>
          <w:smallCaps w:val="0"/>
          <w:szCs w:val="24"/>
        </w:rPr>
        <w:t>egzamin</w:t>
      </w:r>
    </w:p>
    <w:p w14:paraId="13B6B21D" w14:textId="365E5B7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7DBBC6E2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– </w:t>
            </w:r>
            <w:r w:rsidR="00C2392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3D7113F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664128E4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97237" w14:textId="77777777" w:rsidR="00021E8B" w:rsidRDefault="00021E8B" w:rsidP="00C16ABF">
      <w:pPr>
        <w:spacing w:after="0" w:line="240" w:lineRule="auto"/>
      </w:pPr>
      <w:r>
        <w:separator/>
      </w:r>
    </w:p>
  </w:endnote>
  <w:endnote w:type="continuationSeparator" w:id="0">
    <w:p w14:paraId="590C440B" w14:textId="77777777" w:rsidR="00021E8B" w:rsidRDefault="00021E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B02EC" w14:textId="77777777" w:rsidR="00021E8B" w:rsidRDefault="00021E8B" w:rsidP="00C16ABF">
      <w:pPr>
        <w:spacing w:after="0" w:line="240" w:lineRule="auto"/>
      </w:pPr>
      <w:r>
        <w:separator/>
      </w:r>
    </w:p>
  </w:footnote>
  <w:footnote w:type="continuationSeparator" w:id="0">
    <w:p w14:paraId="4CB87369" w14:textId="77777777" w:rsidR="00021E8B" w:rsidRDefault="00021E8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8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9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EC8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4ABC"/>
    <w:rsid w:val="00275F5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549"/>
    <w:rsid w:val="0056696D"/>
    <w:rsid w:val="0059484D"/>
    <w:rsid w:val="005A0855"/>
    <w:rsid w:val="005A133C"/>
    <w:rsid w:val="005A3196"/>
    <w:rsid w:val="005B1486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2A"/>
    <w:rsid w:val="00923D7D"/>
    <w:rsid w:val="00935A49"/>
    <w:rsid w:val="009508DF"/>
    <w:rsid w:val="00950DAC"/>
    <w:rsid w:val="00954A07"/>
    <w:rsid w:val="00983B76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FD9"/>
    <w:rsid w:val="00A601C8"/>
    <w:rsid w:val="00A60799"/>
    <w:rsid w:val="00A77228"/>
    <w:rsid w:val="00A84C85"/>
    <w:rsid w:val="00A97DE1"/>
    <w:rsid w:val="00AB053C"/>
    <w:rsid w:val="00AD1146"/>
    <w:rsid w:val="00AD27D3"/>
    <w:rsid w:val="00AD66D6"/>
    <w:rsid w:val="00AE1160"/>
    <w:rsid w:val="00AE183A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92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E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74119"/>
    <w:rsid w:val="00D8075B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6A7"/>
    <w:rsid w:val="00E742AA"/>
    <w:rsid w:val="00E77E88"/>
    <w:rsid w:val="00E8107D"/>
    <w:rsid w:val="00E960BB"/>
    <w:rsid w:val="00EA2074"/>
    <w:rsid w:val="00EA4832"/>
    <w:rsid w:val="00EA4E9D"/>
    <w:rsid w:val="00EC4899"/>
    <w:rsid w:val="00EC6451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E5A25-3D1F-445B-AB0A-6F6DCE357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911388-C4E9-42D7-B3F7-2AE0C2E0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8F47FB-5326-4900-9FCF-0B21061169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DF8448-6A5C-485D-8565-39483240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927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10</cp:revision>
  <cp:lastPrinted>2019-02-06T12:12:00Z</cp:lastPrinted>
  <dcterms:created xsi:type="dcterms:W3CDTF">2020-10-26T08:40:00Z</dcterms:created>
  <dcterms:modified xsi:type="dcterms:W3CDTF">2021-02-02T06:35:00Z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